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DEFA308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195530" w:rsidRPr="00195530">
        <w:rPr>
          <w:rFonts w:cstheme="minorHAnsi"/>
          <w:b/>
          <w:lang w:eastAsia="pl-PL"/>
        </w:rPr>
        <w:t>POST/DYS/OLD/GZ/00198/2026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195530" w:rsidRPr="00195530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Grodzisk, Baranów, Jaktorów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2CC8" w14:textId="77777777" w:rsidR="00195530" w:rsidRDefault="001955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5218" w14:textId="77777777" w:rsidR="00195530" w:rsidRDefault="001955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4416428" w:rsidR="00347E8D" w:rsidRPr="00262237" w:rsidRDefault="0019553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195530">
            <w:rPr>
              <w:rFonts w:asciiTheme="minorHAnsi" w:hAnsiTheme="minorHAnsi" w:cstheme="minorHAnsi"/>
              <w:sz w:val="14"/>
              <w:szCs w:val="14"/>
            </w:rPr>
            <w:t>POST/DYS/OLD/GZ/00198/2026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5530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39C6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FE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(S).docx</dmsv2BaseFileName>
    <dmsv2BaseDisplayName xmlns="http://schemas.microsoft.com/sharepoint/v3">Załącznik nr 7 do SWZ - Oświadczenie o doświadczeniu zawodowym (S)</dmsv2BaseDisplayName>
    <dmsv2SWPP2ObjectNumber xmlns="http://schemas.microsoft.com/sharepoint/v3">POST/DYS/OLD/GZ/00198/2026                        </dmsv2SWPP2ObjectNumber>
    <dmsv2SWPP2SumMD5 xmlns="http://schemas.microsoft.com/sharepoint/v3">4849b323842642afd1dd887ef36041a3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24181081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JEUP5JKVCYQC-1398355148-6695</_dlc_DocId>
    <_dlc_DocIdUrl xmlns="a19cb1c7-c5c7-46d4-85ae-d83685407bba">
      <Url>https://swpp2.dms.gkpge.pl/sites/41/_layouts/15/DocIdRedir.aspx?ID=JEUP5JKVCYQC-1398355148-6695</Url>
      <Description>JEUP5JKVCYQC-1398355148-6695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D699226-5A69-43C4-A2F1-9A4564AE3CE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2025-10-02T08:28:00Z</dcterms:created>
  <dcterms:modified xsi:type="dcterms:W3CDTF">2026-01-23T11:52:00Z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83dfd1fe-c408-4da6-8ccc-fb94488ce7cb</vt:lpwstr>
  </property>
</Properties>
</file>